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82" w:rsidRPr="00554759" w:rsidRDefault="00184E82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20"/>
          <w:szCs w:val="20"/>
        </w:rPr>
      </w:pPr>
      <w:r w:rsidRPr="00554759">
        <w:rPr>
          <w:rFonts w:ascii="Times New Roman" w:hAnsi="Times New Roman"/>
          <w:sz w:val="20"/>
          <w:szCs w:val="20"/>
        </w:rPr>
        <w:t>Приложение</w:t>
      </w:r>
    </w:p>
    <w:p w:rsidR="00184E82" w:rsidRPr="00554759" w:rsidRDefault="00184E82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20"/>
          <w:szCs w:val="20"/>
        </w:rPr>
      </w:pPr>
      <w:r w:rsidRPr="00554759">
        <w:rPr>
          <w:rFonts w:ascii="Times New Roman" w:hAnsi="Times New Roman"/>
          <w:sz w:val="20"/>
          <w:szCs w:val="20"/>
        </w:rPr>
        <w:t xml:space="preserve"> к постановлению администрации городского округа</w:t>
      </w:r>
    </w:p>
    <w:p w:rsidR="00184E82" w:rsidRPr="00554759" w:rsidRDefault="00184E82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20"/>
          <w:szCs w:val="20"/>
        </w:rPr>
      </w:pPr>
      <w:r w:rsidRPr="00554759">
        <w:rPr>
          <w:rFonts w:ascii="Times New Roman" w:hAnsi="Times New Roman"/>
          <w:sz w:val="20"/>
          <w:szCs w:val="20"/>
        </w:rPr>
        <w:t xml:space="preserve"> Серебряные Пруды Московской области</w:t>
      </w:r>
    </w:p>
    <w:p w:rsidR="00184E82" w:rsidRPr="00554759" w:rsidRDefault="00184E82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20"/>
          <w:szCs w:val="20"/>
        </w:rPr>
      </w:pPr>
      <w:r w:rsidRPr="00554759">
        <w:rPr>
          <w:rFonts w:ascii="Times New Roman" w:hAnsi="Times New Roman"/>
          <w:sz w:val="20"/>
          <w:szCs w:val="20"/>
        </w:rPr>
        <w:t xml:space="preserve"> от </w:t>
      </w:r>
      <w:r>
        <w:rPr>
          <w:rFonts w:ascii="Times New Roman" w:hAnsi="Times New Roman"/>
          <w:sz w:val="20"/>
          <w:szCs w:val="20"/>
        </w:rPr>
        <w:t>01.11.2019г.</w:t>
      </w:r>
      <w:r w:rsidRPr="00554759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1693</w:t>
      </w:r>
    </w:p>
    <w:p w:rsidR="00184E82" w:rsidRPr="009D4B83" w:rsidRDefault="00184E82" w:rsidP="0049561B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</w:rPr>
      </w:pPr>
      <w:r w:rsidRPr="009D4B83">
        <w:rPr>
          <w:rFonts w:ascii="Times New Roman" w:hAnsi="Times New Roman"/>
        </w:rPr>
        <w:t xml:space="preserve"> </w:t>
      </w:r>
    </w:p>
    <w:p w:rsidR="00184E82" w:rsidRPr="004D0DD7" w:rsidRDefault="00184E82" w:rsidP="00F500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D0DD7">
        <w:rPr>
          <w:rFonts w:ascii="Times New Roman" w:hAnsi="Times New Roman"/>
          <w:b/>
          <w:color w:val="000000"/>
          <w:sz w:val="18"/>
          <w:szCs w:val="18"/>
        </w:rPr>
        <w:t>Муниципальная программа городского округа Серебряные Пруды Московской области</w:t>
      </w:r>
    </w:p>
    <w:p w:rsidR="00184E82" w:rsidRPr="004D0DD7" w:rsidRDefault="00184E82" w:rsidP="00F500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D0DD7">
        <w:rPr>
          <w:rFonts w:ascii="Times New Roman" w:hAnsi="Times New Roman"/>
          <w:b/>
          <w:color w:val="000000"/>
          <w:sz w:val="18"/>
          <w:szCs w:val="18"/>
        </w:rPr>
        <w:t>«Переселение граждан из аварийного жилищного фонда»</w:t>
      </w:r>
    </w:p>
    <w:p w:rsidR="00184E82" w:rsidRPr="004D0DD7" w:rsidRDefault="00184E82" w:rsidP="00F500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184E82" w:rsidRPr="004D0DD7" w:rsidRDefault="00184E82" w:rsidP="005171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4D0DD7">
        <w:rPr>
          <w:rFonts w:ascii="Times New Roman" w:hAnsi="Times New Roman"/>
          <w:b/>
          <w:color w:val="000000"/>
          <w:sz w:val="18"/>
          <w:szCs w:val="18"/>
        </w:rPr>
        <w:t xml:space="preserve">1.Паспорт муниципальной программы «Переселение граждан из аварийного жилищного фонда» </w:t>
      </w:r>
    </w:p>
    <w:p w:rsidR="00184E82" w:rsidRPr="004D0DD7" w:rsidRDefault="00184E82" w:rsidP="005171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15"/>
        <w:gridCol w:w="1650"/>
        <w:gridCol w:w="1701"/>
        <w:gridCol w:w="1418"/>
        <w:gridCol w:w="1559"/>
        <w:gridCol w:w="1701"/>
        <w:gridCol w:w="1535"/>
        <w:gridCol w:w="1584"/>
      </w:tblGrid>
      <w:tr w:rsidR="00184E82" w:rsidRPr="00F14AD1" w:rsidTr="00F34A27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Координатор муниципальной программы</w:t>
            </w:r>
          </w:p>
        </w:tc>
        <w:tc>
          <w:tcPr>
            <w:tcW w:w="11148" w:type="dxa"/>
            <w:gridSpan w:val="7"/>
            <w:vAlign w:val="center"/>
          </w:tcPr>
          <w:p w:rsidR="00184E82" w:rsidRPr="00F14AD1" w:rsidRDefault="00184E82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Первый заместитель главы администрации городского округа Серебряные Пруды Московской области </w:t>
            </w:r>
          </w:p>
          <w:p w:rsidR="00184E82" w:rsidRPr="00F14AD1" w:rsidRDefault="00184E82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color w:val="000000"/>
                <w:sz w:val="18"/>
                <w:szCs w:val="18"/>
              </w:rPr>
              <w:t>А. Н. Пушкарев</w:t>
            </w:r>
          </w:p>
        </w:tc>
      </w:tr>
      <w:tr w:rsidR="00184E82" w:rsidRPr="00F14AD1" w:rsidTr="00F34A27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Муниципальный заказчик программы</w:t>
            </w:r>
          </w:p>
        </w:tc>
        <w:tc>
          <w:tcPr>
            <w:tcW w:w="11148" w:type="dxa"/>
            <w:gridSpan w:val="7"/>
            <w:vAlign w:val="center"/>
          </w:tcPr>
          <w:p w:rsidR="00184E82" w:rsidRPr="00F14AD1" w:rsidRDefault="00184E82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городского округа Серебряные Пруды Московской области</w:t>
            </w:r>
          </w:p>
        </w:tc>
      </w:tr>
      <w:tr w:rsidR="00184E82" w:rsidRPr="00F14AD1" w:rsidTr="00F34A27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Цели муниципальной программы</w:t>
            </w:r>
          </w:p>
        </w:tc>
        <w:tc>
          <w:tcPr>
            <w:tcW w:w="11148" w:type="dxa"/>
            <w:gridSpan w:val="7"/>
            <w:vAlign w:val="center"/>
          </w:tcPr>
          <w:p w:rsidR="00184E82" w:rsidRPr="00F14AD1" w:rsidRDefault="00184E82" w:rsidP="00FB09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эксплуатации. </w:t>
            </w:r>
          </w:p>
          <w:p w:rsidR="00184E82" w:rsidRPr="00F14AD1" w:rsidRDefault="00184E82" w:rsidP="00FB09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color w:val="000000"/>
                <w:sz w:val="18"/>
                <w:szCs w:val="18"/>
              </w:rPr>
              <w:t>Создание безопасных и благоприятных условий проживания граждан и внедрение ресурсосберегающих, энергоэффективных технологий.</w:t>
            </w:r>
          </w:p>
          <w:p w:rsidR="00184E82" w:rsidRPr="00F14AD1" w:rsidRDefault="00184E82" w:rsidP="00FB09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  <w:p w:rsidR="00184E82" w:rsidRPr="00554759" w:rsidRDefault="00184E82" w:rsidP="00F8701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554759">
              <w:rPr>
                <w:rFonts w:ascii="Times New Roman" w:hAnsi="Times New Roman"/>
                <w:sz w:val="18"/>
                <w:szCs w:val="18"/>
              </w:rPr>
              <w:t xml:space="preserve">Задачи программы: </w:t>
            </w:r>
          </w:p>
          <w:p w:rsidR="00184E82" w:rsidRPr="00F14AD1" w:rsidRDefault="00184E82" w:rsidP="00F8701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</w:rPr>
              <w:t>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фонда;</w:t>
            </w:r>
          </w:p>
          <w:p w:rsidR="00184E82" w:rsidRPr="00554759" w:rsidRDefault="00184E82" w:rsidP="00F8701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554759">
              <w:rPr>
                <w:rFonts w:ascii="Times New Roman" w:hAnsi="Times New Roman"/>
                <w:sz w:val="18"/>
                <w:szCs w:val="18"/>
              </w:rPr>
              <w:t>координация решения финансовых и организационных вопросов расселения аварийных многоквартирных жилых домов, расположенных на территории Московской области;</w:t>
            </w:r>
          </w:p>
          <w:p w:rsidR="00184E82" w:rsidRPr="00F14AD1" w:rsidRDefault="00184E82" w:rsidP="00F87011">
            <w:pPr>
              <w:pStyle w:val="NoSpacing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4759">
              <w:rPr>
                <w:rFonts w:ascii="Times New Roman" w:hAnsi="Times New Roman"/>
                <w:sz w:val="18"/>
                <w:szCs w:val="18"/>
              </w:rPr>
              <w:t>переселение граждан, проживающих в признанных аварийными многоквартирных жилых домах.</w:t>
            </w:r>
          </w:p>
        </w:tc>
      </w:tr>
      <w:tr w:rsidR="00184E82" w:rsidRPr="00F14AD1" w:rsidTr="00F34A27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Перечень подпрограмм</w:t>
            </w:r>
          </w:p>
        </w:tc>
        <w:tc>
          <w:tcPr>
            <w:tcW w:w="11148" w:type="dxa"/>
            <w:gridSpan w:val="7"/>
            <w:vAlign w:val="center"/>
          </w:tcPr>
          <w:p w:rsidR="00184E82" w:rsidRPr="00554759" w:rsidRDefault="00184E82" w:rsidP="006422E0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4759">
              <w:rPr>
                <w:rFonts w:ascii="Times New Roman" w:hAnsi="Times New Roman"/>
                <w:sz w:val="18"/>
                <w:szCs w:val="18"/>
              </w:rPr>
              <w:t>Подпрограмма 1 «Обеспечение устойчивого сокращения непригодного для проживания жилищного фонда» (далее – Подпрограмма 1)</w:t>
            </w:r>
          </w:p>
          <w:p w:rsidR="00184E82" w:rsidRPr="00554759" w:rsidRDefault="00184E82" w:rsidP="00124B6C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54759">
              <w:rPr>
                <w:rFonts w:ascii="Times New Roman" w:hAnsi="Times New Roman"/>
                <w:sz w:val="18"/>
                <w:szCs w:val="18"/>
              </w:rPr>
              <w:t xml:space="preserve">Подпрограмма 2 «Обеспечение мероприятий по переселению граждан  из аварийного жилищного фонда в Московской области» (далее – Подпрограмма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55475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84E82" w:rsidRPr="00F14AD1" w:rsidRDefault="00184E82" w:rsidP="006422E0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84E82" w:rsidRPr="00F14AD1" w:rsidTr="00F34A27">
        <w:tc>
          <w:tcPr>
            <w:tcW w:w="3515" w:type="dxa"/>
            <w:vMerge w:val="restart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148" w:type="dxa"/>
            <w:gridSpan w:val="7"/>
          </w:tcPr>
          <w:p w:rsidR="00184E82" w:rsidRPr="00554759" w:rsidRDefault="00184E82" w:rsidP="001876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Расходы (тыс. рублей)</w:t>
            </w:r>
          </w:p>
        </w:tc>
      </w:tr>
      <w:tr w:rsidR="00184E82" w:rsidRPr="00F14AD1" w:rsidTr="000A5165">
        <w:trPr>
          <w:trHeight w:val="739"/>
        </w:trPr>
        <w:tc>
          <w:tcPr>
            <w:tcW w:w="3515" w:type="dxa"/>
            <w:vMerge/>
            <w:vAlign w:val="center"/>
          </w:tcPr>
          <w:p w:rsidR="00184E82" w:rsidRPr="00554759" w:rsidRDefault="00184E82" w:rsidP="00EB29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184E82" w:rsidRPr="00554759" w:rsidRDefault="00184E82" w:rsidP="00F50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701" w:type="dxa"/>
          </w:tcPr>
          <w:p w:rsidR="00184E82" w:rsidRPr="00F14AD1" w:rsidRDefault="00184E82" w:rsidP="00B41EB1">
            <w:pPr>
              <w:jc w:val="center"/>
              <w:rPr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418" w:type="dxa"/>
          </w:tcPr>
          <w:p w:rsidR="00184E82" w:rsidRPr="00F14AD1" w:rsidRDefault="00184E82" w:rsidP="00B41EB1">
            <w:pPr>
              <w:jc w:val="center"/>
              <w:rPr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559" w:type="dxa"/>
          </w:tcPr>
          <w:p w:rsidR="00184E82" w:rsidRPr="00F14AD1" w:rsidRDefault="00184E82" w:rsidP="00B41EB1">
            <w:pPr>
              <w:jc w:val="center"/>
              <w:rPr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701" w:type="dxa"/>
          </w:tcPr>
          <w:p w:rsidR="00184E82" w:rsidRPr="00F14AD1" w:rsidRDefault="00184E82" w:rsidP="00DC70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535" w:type="dxa"/>
          </w:tcPr>
          <w:p w:rsidR="00184E82" w:rsidRPr="00F14AD1" w:rsidRDefault="00184E82" w:rsidP="00DC70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584" w:type="dxa"/>
          </w:tcPr>
          <w:p w:rsidR="00184E82" w:rsidRPr="00F14AD1" w:rsidRDefault="00184E82" w:rsidP="00DC70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AD1">
              <w:rPr>
                <w:rFonts w:ascii="Times New Roman" w:hAnsi="Times New Roman"/>
                <w:sz w:val="18"/>
                <w:szCs w:val="18"/>
              </w:rPr>
              <w:t>2025 год</w:t>
            </w:r>
          </w:p>
        </w:tc>
      </w:tr>
      <w:tr w:rsidR="00184E82" w:rsidRPr="00F14AD1" w:rsidTr="000A5165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650" w:type="dxa"/>
          </w:tcPr>
          <w:p w:rsidR="00184E82" w:rsidRPr="00554759" w:rsidRDefault="00184E82" w:rsidP="001305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13 594,85</w:t>
            </w:r>
          </w:p>
        </w:tc>
        <w:tc>
          <w:tcPr>
            <w:tcW w:w="1701" w:type="dxa"/>
          </w:tcPr>
          <w:p w:rsidR="00184E82" w:rsidRPr="00554759" w:rsidRDefault="00184E82" w:rsidP="001305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13 594,85</w:t>
            </w:r>
          </w:p>
        </w:tc>
        <w:tc>
          <w:tcPr>
            <w:tcW w:w="1418" w:type="dxa"/>
          </w:tcPr>
          <w:p w:rsidR="00184E82" w:rsidRPr="00554759" w:rsidRDefault="00184E82" w:rsidP="00C92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184E82" w:rsidRPr="00554759" w:rsidRDefault="00184E82" w:rsidP="00801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184E82" w:rsidRPr="00554759" w:rsidRDefault="00184E82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35" w:type="dxa"/>
          </w:tcPr>
          <w:p w:rsidR="00184E82" w:rsidRPr="00554759" w:rsidRDefault="00184E82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84" w:type="dxa"/>
          </w:tcPr>
          <w:p w:rsidR="00184E82" w:rsidRPr="00554759" w:rsidRDefault="00184E82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184E82" w:rsidRPr="00F14AD1" w:rsidTr="000A5165">
        <w:tc>
          <w:tcPr>
            <w:tcW w:w="3515" w:type="dxa"/>
          </w:tcPr>
          <w:p w:rsidR="00184E82" w:rsidRPr="00554759" w:rsidRDefault="00184E82" w:rsidP="000A51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федерального бюджета</w:t>
            </w:r>
          </w:p>
        </w:tc>
        <w:tc>
          <w:tcPr>
            <w:tcW w:w="1650" w:type="dxa"/>
          </w:tcPr>
          <w:p w:rsidR="00184E82" w:rsidRPr="00554759" w:rsidRDefault="00184E82" w:rsidP="00130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701" w:type="dxa"/>
          </w:tcPr>
          <w:p w:rsidR="00184E82" w:rsidRPr="00554759" w:rsidRDefault="00184E82" w:rsidP="001305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8" w:type="dxa"/>
          </w:tcPr>
          <w:p w:rsidR="00184E82" w:rsidRPr="00554759" w:rsidRDefault="00184E82" w:rsidP="00C92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184E82" w:rsidRPr="00554759" w:rsidRDefault="00184E82" w:rsidP="00801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184E82" w:rsidRPr="00554759" w:rsidRDefault="00184E82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35" w:type="dxa"/>
          </w:tcPr>
          <w:p w:rsidR="00184E82" w:rsidRPr="00554759" w:rsidRDefault="00184E82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84" w:type="dxa"/>
          </w:tcPr>
          <w:p w:rsidR="00184E82" w:rsidRPr="00554759" w:rsidRDefault="00184E82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184E82" w:rsidRPr="00F14AD1" w:rsidTr="000A5165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Серебряные Пруды Московской области </w:t>
            </w:r>
          </w:p>
        </w:tc>
        <w:tc>
          <w:tcPr>
            <w:tcW w:w="1650" w:type="dxa"/>
          </w:tcPr>
          <w:p w:rsidR="00184E82" w:rsidRPr="00554759" w:rsidRDefault="00184E82" w:rsidP="00130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701" w:type="dxa"/>
          </w:tcPr>
          <w:p w:rsidR="00184E82" w:rsidRPr="00554759" w:rsidRDefault="00184E82" w:rsidP="001305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18" w:type="dxa"/>
          </w:tcPr>
          <w:p w:rsidR="00184E82" w:rsidRPr="00554759" w:rsidRDefault="00184E82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184E82" w:rsidRPr="00554759" w:rsidRDefault="00184E82" w:rsidP="0080111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35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84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184E82" w:rsidRPr="00F14AD1" w:rsidTr="000A5165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Внебюджетные средства</w:t>
            </w:r>
          </w:p>
        </w:tc>
        <w:tc>
          <w:tcPr>
            <w:tcW w:w="1650" w:type="dxa"/>
          </w:tcPr>
          <w:p w:rsidR="00184E82" w:rsidRPr="00554759" w:rsidRDefault="00184E82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184E82" w:rsidRPr="00554759" w:rsidRDefault="00184E82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18" w:type="dxa"/>
          </w:tcPr>
          <w:p w:rsidR="00184E82" w:rsidRPr="00554759" w:rsidRDefault="00184E82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184E82" w:rsidRPr="00554759" w:rsidRDefault="00184E82" w:rsidP="0080111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35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84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184E82" w:rsidRPr="00F14AD1" w:rsidTr="000A5165">
        <w:tc>
          <w:tcPr>
            <w:tcW w:w="3515" w:type="dxa"/>
          </w:tcPr>
          <w:p w:rsidR="00184E82" w:rsidRPr="00554759" w:rsidRDefault="00184E82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Всего, в том числе по годам:</w:t>
            </w:r>
          </w:p>
        </w:tc>
        <w:tc>
          <w:tcPr>
            <w:tcW w:w="1650" w:type="dxa"/>
          </w:tcPr>
          <w:p w:rsidR="00184E82" w:rsidRPr="00554759" w:rsidRDefault="00184E82" w:rsidP="000837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13 594,85</w:t>
            </w:r>
          </w:p>
        </w:tc>
        <w:tc>
          <w:tcPr>
            <w:tcW w:w="1701" w:type="dxa"/>
          </w:tcPr>
          <w:p w:rsidR="00184E82" w:rsidRPr="00554759" w:rsidRDefault="00184E82" w:rsidP="000837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13 594,85</w:t>
            </w:r>
          </w:p>
        </w:tc>
        <w:tc>
          <w:tcPr>
            <w:tcW w:w="1418" w:type="dxa"/>
          </w:tcPr>
          <w:p w:rsidR="00184E82" w:rsidRPr="00554759" w:rsidRDefault="00184E82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184E82" w:rsidRPr="00554759" w:rsidRDefault="00184E82" w:rsidP="0080111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35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5475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84" w:type="dxa"/>
          </w:tcPr>
          <w:p w:rsidR="00184E82" w:rsidRPr="00554759" w:rsidRDefault="00184E82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</w:tr>
    </w:tbl>
    <w:p w:rsidR="00184E82" w:rsidRPr="00A9676B" w:rsidRDefault="00184E82" w:rsidP="00B24151">
      <w:pPr>
        <w:jc w:val="center"/>
        <w:rPr>
          <w:sz w:val="24"/>
          <w:szCs w:val="24"/>
        </w:rPr>
      </w:pPr>
    </w:p>
    <w:sectPr w:rsidR="00184E82" w:rsidRPr="00A9676B" w:rsidSect="003F3551">
      <w:pgSz w:w="16838" w:h="11906" w:orient="landscape"/>
      <w:pgMar w:top="85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5A6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D82191"/>
    <w:multiLevelType w:val="hybridMultilevel"/>
    <w:tmpl w:val="83F02802"/>
    <w:lvl w:ilvl="0" w:tplc="587863EA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697461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2F1A04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766B42"/>
    <w:multiLevelType w:val="hybridMultilevel"/>
    <w:tmpl w:val="D676FAEC"/>
    <w:lvl w:ilvl="0" w:tplc="4E9C3D1C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1BF24EC0"/>
    <w:multiLevelType w:val="hybridMultilevel"/>
    <w:tmpl w:val="1382A66E"/>
    <w:lvl w:ilvl="0" w:tplc="F8D0D4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FC3C5D"/>
    <w:multiLevelType w:val="hybridMultilevel"/>
    <w:tmpl w:val="69CE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CB2350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FC336D"/>
    <w:multiLevelType w:val="hybridMultilevel"/>
    <w:tmpl w:val="28767F88"/>
    <w:lvl w:ilvl="0" w:tplc="9A007DCA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29D50CD3"/>
    <w:multiLevelType w:val="hybridMultilevel"/>
    <w:tmpl w:val="92F67A7C"/>
    <w:lvl w:ilvl="0" w:tplc="4F6AFFBC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E595065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7E14E9"/>
    <w:multiLevelType w:val="hybridMultilevel"/>
    <w:tmpl w:val="1EDEB3D0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1F6E5D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6D381D"/>
    <w:multiLevelType w:val="hybridMultilevel"/>
    <w:tmpl w:val="71AA14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DE49EE"/>
    <w:multiLevelType w:val="hybridMultilevel"/>
    <w:tmpl w:val="4BF6A8AC"/>
    <w:lvl w:ilvl="0" w:tplc="EA788680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449B26FC"/>
    <w:multiLevelType w:val="hybridMultilevel"/>
    <w:tmpl w:val="B5DA04DE"/>
    <w:lvl w:ilvl="0" w:tplc="3F12F648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7E30796"/>
    <w:multiLevelType w:val="hybridMultilevel"/>
    <w:tmpl w:val="565EC2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0E5C4C"/>
    <w:multiLevelType w:val="hybridMultilevel"/>
    <w:tmpl w:val="E988CD3A"/>
    <w:lvl w:ilvl="0" w:tplc="244CDF9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D737CF1"/>
    <w:multiLevelType w:val="hybridMultilevel"/>
    <w:tmpl w:val="DDD612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>
    <w:nsid w:val="50017366"/>
    <w:multiLevelType w:val="hybridMultilevel"/>
    <w:tmpl w:val="55A4F822"/>
    <w:lvl w:ilvl="0" w:tplc="61A6905A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559467C7"/>
    <w:multiLevelType w:val="hybridMultilevel"/>
    <w:tmpl w:val="E6363006"/>
    <w:lvl w:ilvl="0" w:tplc="79205D90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5ADC74B1"/>
    <w:multiLevelType w:val="hybridMultilevel"/>
    <w:tmpl w:val="69CE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0D1BB3"/>
    <w:multiLevelType w:val="multilevel"/>
    <w:tmpl w:val="0E66A7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4">
    <w:nsid w:val="64317659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154E7E"/>
    <w:multiLevelType w:val="hybridMultilevel"/>
    <w:tmpl w:val="E44A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501F43"/>
    <w:multiLevelType w:val="hybridMultilevel"/>
    <w:tmpl w:val="83F02802"/>
    <w:lvl w:ilvl="0" w:tplc="587863EA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6F41501C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332EC2"/>
    <w:multiLevelType w:val="hybridMultilevel"/>
    <w:tmpl w:val="9650035A"/>
    <w:lvl w:ilvl="0" w:tplc="F56E3CA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73DE5FBF"/>
    <w:multiLevelType w:val="hybridMultilevel"/>
    <w:tmpl w:val="519C40D4"/>
    <w:lvl w:ilvl="0" w:tplc="295C103C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8A77A7C"/>
    <w:multiLevelType w:val="hybridMultilevel"/>
    <w:tmpl w:val="E44A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9318BD"/>
    <w:multiLevelType w:val="hybridMultilevel"/>
    <w:tmpl w:val="28767F88"/>
    <w:lvl w:ilvl="0" w:tplc="9A007DCA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9"/>
  </w:num>
  <w:num w:numId="2">
    <w:abstractNumId w:val="21"/>
  </w:num>
  <w:num w:numId="3">
    <w:abstractNumId w:val="28"/>
  </w:num>
  <w:num w:numId="4">
    <w:abstractNumId w:val="20"/>
  </w:num>
  <w:num w:numId="5">
    <w:abstractNumId w:val="9"/>
  </w:num>
  <w:num w:numId="6">
    <w:abstractNumId w:val="31"/>
  </w:num>
  <w:num w:numId="7">
    <w:abstractNumId w:val="8"/>
  </w:num>
  <w:num w:numId="8">
    <w:abstractNumId w:val="1"/>
  </w:num>
  <w:num w:numId="9">
    <w:abstractNumId w:val="14"/>
  </w:num>
  <w:num w:numId="10">
    <w:abstractNumId w:val="15"/>
  </w:num>
  <w:num w:numId="11">
    <w:abstractNumId w:val="17"/>
  </w:num>
  <w:num w:numId="12">
    <w:abstractNumId w:val="29"/>
  </w:num>
  <w:num w:numId="13">
    <w:abstractNumId w:val="4"/>
  </w:num>
  <w:num w:numId="14">
    <w:abstractNumId w:val="7"/>
  </w:num>
  <w:num w:numId="15">
    <w:abstractNumId w:val="12"/>
  </w:num>
  <w:num w:numId="16">
    <w:abstractNumId w:val="2"/>
  </w:num>
  <w:num w:numId="17">
    <w:abstractNumId w:val="10"/>
  </w:num>
  <w:num w:numId="18">
    <w:abstractNumId w:val="27"/>
  </w:num>
  <w:num w:numId="19">
    <w:abstractNumId w:val="24"/>
  </w:num>
  <w:num w:numId="20">
    <w:abstractNumId w:val="3"/>
  </w:num>
  <w:num w:numId="21">
    <w:abstractNumId w:val="11"/>
  </w:num>
  <w:num w:numId="22">
    <w:abstractNumId w:val="25"/>
  </w:num>
  <w:num w:numId="23">
    <w:abstractNumId w:val="16"/>
  </w:num>
  <w:num w:numId="24">
    <w:abstractNumId w:val="22"/>
  </w:num>
  <w:num w:numId="25">
    <w:abstractNumId w:val="0"/>
  </w:num>
  <w:num w:numId="26">
    <w:abstractNumId w:val="30"/>
  </w:num>
  <w:num w:numId="27">
    <w:abstractNumId w:val="5"/>
  </w:num>
  <w:num w:numId="28">
    <w:abstractNumId w:val="13"/>
  </w:num>
  <w:num w:numId="29">
    <w:abstractNumId w:val="6"/>
  </w:num>
  <w:num w:numId="30">
    <w:abstractNumId w:val="26"/>
  </w:num>
  <w:num w:numId="31">
    <w:abstractNumId w:val="23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772"/>
    <w:rsid w:val="00002F7F"/>
    <w:rsid w:val="00003532"/>
    <w:rsid w:val="00003D55"/>
    <w:rsid w:val="00010FCF"/>
    <w:rsid w:val="00011D6F"/>
    <w:rsid w:val="000136C9"/>
    <w:rsid w:val="00013A54"/>
    <w:rsid w:val="000200C3"/>
    <w:rsid w:val="000223A1"/>
    <w:rsid w:val="00023291"/>
    <w:rsid w:val="000260D2"/>
    <w:rsid w:val="00026BEF"/>
    <w:rsid w:val="000353B1"/>
    <w:rsid w:val="00037FBA"/>
    <w:rsid w:val="000455C0"/>
    <w:rsid w:val="000522D4"/>
    <w:rsid w:val="00054AA6"/>
    <w:rsid w:val="00056BC6"/>
    <w:rsid w:val="00074FD0"/>
    <w:rsid w:val="000803B7"/>
    <w:rsid w:val="00083716"/>
    <w:rsid w:val="000853C6"/>
    <w:rsid w:val="00085969"/>
    <w:rsid w:val="00095B46"/>
    <w:rsid w:val="000A5165"/>
    <w:rsid w:val="000A6639"/>
    <w:rsid w:val="000B102C"/>
    <w:rsid w:val="000C21C4"/>
    <w:rsid w:val="000C51D2"/>
    <w:rsid w:val="000D210F"/>
    <w:rsid w:val="000E7BE7"/>
    <w:rsid w:val="000F651E"/>
    <w:rsid w:val="001139A1"/>
    <w:rsid w:val="001207B5"/>
    <w:rsid w:val="00124B6C"/>
    <w:rsid w:val="0013055B"/>
    <w:rsid w:val="00146D47"/>
    <w:rsid w:val="00153C59"/>
    <w:rsid w:val="00157654"/>
    <w:rsid w:val="00161488"/>
    <w:rsid w:val="001663E7"/>
    <w:rsid w:val="0017326A"/>
    <w:rsid w:val="00180E60"/>
    <w:rsid w:val="00184E82"/>
    <w:rsid w:val="0018763D"/>
    <w:rsid w:val="00192144"/>
    <w:rsid w:val="001A6996"/>
    <w:rsid w:val="001A7BAE"/>
    <w:rsid w:val="001C58AB"/>
    <w:rsid w:val="001D27DD"/>
    <w:rsid w:val="001E3B41"/>
    <w:rsid w:val="001E43C4"/>
    <w:rsid w:val="001F2011"/>
    <w:rsid w:val="00200C2E"/>
    <w:rsid w:val="00200C9E"/>
    <w:rsid w:val="00212B5E"/>
    <w:rsid w:val="00216EAC"/>
    <w:rsid w:val="002314DD"/>
    <w:rsid w:val="0023595D"/>
    <w:rsid w:val="00235E70"/>
    <w:rsid w:val="002360DB"/>
    <w:rsid w:val="00236E60"/>
    <w:rsid w:val="00237E63"/>
    <w:rsid w:val="00241321"/>
    <w:rsid w:val="0024193A"/>
    <w:rsid w:val="00251189"/>
    <w:rsid w:val="002548A1"/>
    <w:rsid w:val="00265A08"/>
    <w:rsid w:val="002757E0"/>
    <w:rsid w:val="002812BF"/>
    <w:rsid w:val="00281441"/>
    <w:rsid w:val="00290B39"/>
    <w:rsid w:val="002913F5"/>
    <w:rsid w:val="0029368C"/>
    <w:rsid w:val="002946E9"/>
    <w:rsid w:val="00294AE0"/>
    <w:rsid w:val="002A1513"/>
    <w:rsid w:val="002B44EF"/>
    <w:rsid w:val="002C3F5D"/>
    <w:rsid w:val="002C64FF"/>
    <w:rsid w:val="002D3E45"/>
    <w:rsid w:val="002E0CA4"/>
    <w:rsid w:val="002E56C2"/>
    <w:rsid w:val="002E66E2"/>
    <w:rsid w:val="002F18E1"/>
    <w:rsid w:val="00307DC7"/>
    <w:rsid w:val="00320F35"/>
    <w:rsid w:val="0032139A"/>
    <w:rsid w:val="003236E0"/>
    <w:rsid w:val="0032539F"/>
    <w:rsid w:val="00337DE3"/>
    <w:rsid w:val="003547CA"/>
    <w:rsid w:val="0035638D"/>
    <w:rsid w:val="0038111D"/>
    <w:rsid w:val="003843A5"/>
    <w:rsid w:val="00384E6C"/>
    <w:rsid w:val="00385249"/>
    <w:rsid w:val="0039057A"/>
    <w:rsid w:val="00397CC6"/>
    <w:rsid w:val="003A05B1"/>
    <w:rsid w:val="003A6030"/>
    <w:rsid w:val="003A6D7F"/>
    <w:rsid w:val="003B10F4"/>
    <w:rsid w:val="003B3C78"/>
    <w:rsid w:val="003B78B7"/>
    <w:rsid w:val="003C4D89"/>
    <w:rsid w:val="003C6284"/>
    <w:rsid w:val="003D3CDD"/>
    <w:rsid w:val="003D697B"/>
    <w:rsid w:val="003E050A"/>
    <w:rsid w:val="003E7801"/>
    <w:rsid w:val="003F0F55"/>
    <w:rsid w:val="003F2EC5"/>
    <w:rsid w:val="003F3551"/>
    <w:rsid w:val="00406C90"/>
    <w:rsid w:val="00407AC2"/>
    <w:rsid w:val="004134DE"/>
    <w:rsid w:val="004167C5"/>
    <w:rsid w:val="00422BF3"/>
    <w:rsid w:val="00436FCB"/>
    <w:rsid w:val="00443291"/>
    <w:rsid w:val="00444363"/>
    <w:rsid w:val="004460B5"/>
    <w:rsid w:val="004474EB"/>
    <w:rsid w:val="00455138"/>
    <w:rsid w:val="004709EB"/>
    <w:rsid w:val="00470A76"/>
    <w:rsid w:val="00477824"/>
    <w:rsid w:val="00483661"/>
    <w:rsid w:val="004859CD"/>
    <w:rsid w:val="0049259E"/>
    <w:rsid w:val="0049289A"/>
    <w:rsid w:val="0049561B"/>
    <w:rsid w:val="004A74F2"/>
    <w:rsid w:val="004C04D7"/>
    <w:rsid w:val="004D06DA"/>
    <w:rsid w:val="004D0DD7"/>
    <w:rsid w:val="004E2C4F"/>
    <w:rsid w:val="004E3F1F"/>
    <w:rsid w:val="004E7E87"/>
    <w:rsid w:val="005008B4"/>
    <w:rsid w:val="00504E35"/>
    <w:rsid w:val="0051261D"/>
    <w:rsid w:val="00512AB2"/>
    <w:rsid w:val="005152AB"/>
    <w:rsid w:val="005157FF"/>
    <w:rsid w:val="005171E0"/>
    <w:rsid w:val="005257EC"/>
    <w:rsid w:val="00531694"/>
    <w:rsid w:val="00537DA2"/>
    <w:rsid w:val="00542E50"/>
    <w:rsid w:val="00545581"/>
    <w:rsid w:val="00546656"/>
    <w:rsid w:val="00554759"/>
    <w:rsid w:val="00556D74"/>
    <w:rsid w:val="005600F2"/>
    <w:rsid w:val="005A5E89"/>
    <w:rsid w:val="005B1C12"/>
    <w:rsid w:val="005B3262"/>
    <w:rsid w:val="005B5873"/>
    <w:rsid w:val="005C255D"/>
    <w:rsid w:val="005C2DE5"/>
    <w:rsid w:val="005C4CB2"/>
    <w:rsid w:val="005C637B"/>
    <w:rsid w:val="005C67D5"/>
    <w:rsid w:val="005D0B81"/>
    <w:rsid w:val="005E71EE"/>
    <w:rsid w:val="005F10B6"/>
    <w:rsid w:val="005F31FB"/>
    <w:rsid w:val="005F6445"/>
    <w:rsid w:val="005F7820"/>
    <w:rsid w:val="006056A8"/>
    <w:rsid w:val="00614681"/>
    <w:rsid w:val="0062246E"/>
    <w:rsid w:val="00631320"/>
    <w:rsid w:val="0063137D"/>
    <w:rsid w:val="00637FD5"/>
    <w:rsid w:val="006422E0"/>
    <w:rsid w:val="006448D0"/>
    <w:rsid w:val="00644AB6"/>
    <w:rsid w:val="00650CC8"/>
    <w:rsid w:val="00660159"/>
    <w:rsid w:val="00660217"/>
    <w:rsid w:val="00664CFB"/>
    <w:rsid w:val="00671D0F"/>
    <w:rsid w:val="00693AAC"/>
    <w:rsid w:val="00697713"/>
    <w:rsid w:val="006A6696"/>
    <w:rsid w:val="006B3FED"/>
    <w:rsid w:val="006B564E"/>
    <w:rsid w:val="006B6569"/>
    <w:rsid w:val="006B6C3A"/>
    <w:rsid w:val="006C59FA"/>
    <w:rsid w:val="006D281E"/>
    <w:rsid w:val="006E7132"/>
    <w:rsid w:val="006F005A"/>
    <w:rsid w:val="0070472F"/>
    <w:rsid w:val="0072164D"/>
    <w:rsid w:val="00721AF7"/>
    <w:rsid w:val="00722F05"/>
    <w:rsid w:val="007247FB"/>
    <w:rsid w:val="007550EE"/>
    <w:rsid w:val="00762CA7"/>
    <w:rsid w:val="00763179"/>
    <w:rsid w:val="007739D6"/>
    <w:rsid w:val="007763F4"/>
    <w:rsid w:val="007771DA"/>
    <w:rsid w:val="0078164D"/>
    <w:rsid w:val="00782426"/>
    <w:rsid w:val="00782E5E"/>
    <w:rsid w:val="007841BF"/>
    <w:rsid w:val="00796547"/>
    <w:rsid w:val="007A07FE"/>
    <w:rsid w:val="007A6ADB"/>
    <w:rsid w:val="007B2788"/>
    <w:rsid w:val="007B732A"/>
    <w:rsid w:val="007C7543"/>
    <w:rsid w:val="007C7D4D"/>
    <w:rsid w:val="007D0C65"/>
    <w:rsid w:val="007D6394"/>
    <w:rsid w:val="007E68FF"/>
    <w:rsid w:val="0080111A"/>
    <w:rsid w:val="008018A9"/>
    <w:rsid w:val="00811572"/>
    <w:rsid w:val="00811820"/>
    <w:rsid w:val="00817947"/>
    <w:rsid w:val="0082346F"/>
    <w:rsid w:val="00833CAF"/>
    <w:rsid w:val="00836506"/>
    <w:rsid w:val="00836D05"/>
    <w:rsid w:val="008373C0"/>
    <w:rsid w:val="008501E9"/>
    <w:rsid w:val="00850DF8"/>
    <w:rsid w:val="00853947"/>
    <w:rsid w:val="00857782"/>
    <w:rsid w:val="00881601"/>
    <w:rsid w:val="008817FC"/>
    <w:rsid w:val="00892E5F"/>
    <w:rsid w:val="00897809"/>
    <w:rsid w:val="008A1074"/>
    <w:rsid w:val="008A54F1"/>
    <w:rsid w:val="008A5EDA"/>
    <w:rsid w:val="008B207F"/>
    <w:rsid w:val="008B2ADA"/>
    <w:rsid w:val="008B4F72"/>
    <w:rsid w:val="008B75A4"/>
    <w:rsid w:val="008C65B4"/>
    <w:rsid w:val="008D5BA9"/>
    <w:rsid w:val="008E43E8"/>
    <w:rsid w:val="008F4DC3"/>
    <w:rsid w:val="008F7275"/>
    <w:rsid w:val="00907D35"/>
    <w:rsid w:val="0091129F"/>
    <w:rsid w:val="00912B02"/>
    <w:rsid w:val="00917B22"/>
    <w:rsid w:val="0093102F"/>
    <w:rsid w:val="00932D02"/>
    <w:rsid w:val="009408FD"/>
    <w:rsid w:val="009576D3"/>
    <w:rsid w:val="00960B8A"/>
    <w:rsid w:val="009620C5"/>
    <w:rsid w:val="00965A2E"/>
    <w:rsid w:val="00966FD8"/>
    <w:rsid w:val="009739D1"/>
    <w:rsid w:val="0098258A"/>
    <w:rsid w:val="00982A49"/>
    <w:rsid w:val="009839D6"/>
    <w:rsid w:val="009862C2"/>
    <w:rsid w:val="00992228"/>
    <w:rsid w:val="00996C02"/>
    <w:rsid w:val="009B08A0"/>
    <w:rsid w:val="009B0F11"/>
    <w:rsid w:val="009C5550"/>
    <w:rsid w:val="009D3798"/>
    <w:rsid w:val="009D3D93"/>
    <w:rsid w:val="009D4B83"/>
    <w:rsid w:val="009D4FAF"/>
    <w:rsid w:val="009D502F"/>
    <w:rsid w:val="009E23C7"/>
    <w:rsid w:val="009E51C8"/>
    <w:rsid w:val="009E57C5"/>
    <w:rsid w:val="009F5AA9"/>
    <w:rsid w:val="009F5E39"/>
    <w:rsid w:val="009F6AB2"/>
    <w:rsid w:val="00A11F43"/>
    <w:rsid w:val="00A12845"/>
    <w:rsid w:val="00A14EC3"/>
    <w:rsid w:val="00A1618C"/>
    <w:rsid w:val="00A20455"/>
    <w:rsid w:val="00A21CF9"/>
    <w:rsid w:val="00A24883"/>
    <w:rsid w:val="00A27C81"/>
    <w:rsid w:val="00A31038"/>
    <w:rsid w:val="00A367E3"/>
    <w:rsid w:val="00A52A3C"/>
    <w:rsid w:val="00A53CF5"/>
    <w:rsid w:val="00A55540"/>
    <w:rsid w:val="00A571D3"/>
    <w:rsid w:val="00A70F95"/>
    <w:rsid w:val="00A74C36"/>
    <w:rsid w:val="00A82CD9"/>
    <w:rsid w:val="00A8419F"/>
    <w:rsid w:val="00A9676B"/>
    <w:rsid w:val="00AC31B8"/>
    <w:rsid w:val="00AC4105"/>
    <w:rsid w:val="00AC625B"/>
    <w:rsid w:val="00AC7B29"/>
    <w:rsid w:val="00AD0172"/>
    <w:rsid w:val="00AD2090"/>
    <w:rsid w:val="00AD48DC"/>
    <w:rsid w:val="00AE53D9"/>
    <w:rsid w:val="00AE7333"/>
    <w:rsid w:val="00B02E78"/>
    <w:rsid w:val="00B16920"/>
    <w:rsid w:val="00B22987"/>
    <w:rsid w:val="00B24151"/>
    <w:rsid w:val="00B32993"/>
    <w:rsid w:val="00B41EB1"/>
    <w:rsid w:val="00B570FA"/>
    <w:rsid w:val="00B63403"/>
    <w:rsid w:val="00B64C48"/>
    <w:rsid w:val="00B72177"/>
    <w:rsid w:val="00B754AC"/>
    <w:rsid w:val="00B84859"/>
    <w:rsid w:val="00B872D2"/>
    <w:rsid w:val="00B96DE4"/>
    <w:rsid w:val="00BA5447"/>
    <w:rsid w:val="00BC202D"/>
    <w:rsid w:val="00BC2B3E"/>
    <w:rsid w:val="00BC4848"/>
    <w:rsid w:val="00BC699B"/>
    <w:rsid w:val="00BD71FF"/>
    <w:rsid w:val="00BE3E4D"/>
    <w:rsid w:val="00BE426A"/>
    <w:rsid w:val="00BF2661"/>
    <w:rsid w:val="00BF301C"/>
    <w:rsid w:val="00BF53DC"/>
    <w:rsid w:val="00BF77DB"/>
    <w:rsid w:val="00C02503"/>
    <w:rsid w:val="00C14AB2"/>
    <w:rsid w:val="00C2709E"/>
    <w:rsid w:val="00C34571"/>
    <w:rsid w:val="00C36A28"/>
    <w:rsid w:val="00C447A0"/>
    <w:rsid w:val="00C52D96"/>
    <w:rsid w:val="00C54EDE"/>
    <w:rsid w:val="00C56D8B"/>
    <w:rsid w:val="00C56E84"/>
    <w:rsid w:val="00C72B39"/>
    <w:rsid w:val="00C83CEF"/>
    <w:rsid w:val="00C92996"/>
    <w:rsid w:val="00C9790B"/>
    <w:rsid w:val="00CA22D1"/>
    <w:rsid w:val="00CA3D2E"/>
    <w:rsid w:val="00CA4D0F"/>
    <w:rsid w:val="00CA6D6A"/>
    <w:rsid w:val="00CB0B85"/>
    <w:rsid w:val="00CC3F67"/>
    <w:rsid w:val="00CE3343"/>
    <w:rsid w:val="00CE5838"/>
    <w:rsid w:val="00CF0F87"/>
    <w:rsid w:val="00CF289D"/>
    <w:rsid w:val="00CF7B46"/>
    <w:rsid w:val="00D04835"/>
    <w:rsid w:val="00D051C8"/>
    <w:rsid w:val="00D06C7D"/>
    <w:rsid w:val="00D10F8A"/>
    <w:rsid w:val="00D20C30"/>
    <w:rsid w:val="00D229E9"/>
    <w:rsid w:val="00D251F5"/>
    <w:rsid w:val="00D3214F"/>
    <w:rsid w:val="00D41557"/>
    <w:rsid w:val="00D4172B"/>
    <w:rsid w:val="00D42AC2"/>
    <w:rsid w:val="00D44B1E"/>
    <w:rsid w:val="00D45375"/>
    <w:rsid w:val="00D5117C"/>
    <w:rsid w:val="00D55B42"/>
    <w:rsid w:val="00D55D9A"/>
    <w:rsid w:val="00D5670E"/>
    <w:rsid w:val="00D575E8"/>
    <w:rsid w:val="00D63657"/>
    <w:rsid w:val="00D948EC"/>
    <w:rsid w:val="00DA72D7"/>
    <w:rsid w:val="00DB3E9E"/>
    <w:rsid w:val="00DB5AA6"/>
    <w:rsid w:val="00DC7056"/>
    <w:rsid w:val="00DD1D3D"/>
    <w:rsid w:val="00DD281F"/>
    <w:rsid w:val="00DD66E1"/>
    <w:rsid w:val="00E07C75"/>
    <w:rsid w:val="00E15682"/>
    <w:rsid w:val="00E1637F"/>
    <w:rsid w:val="00E24E75"/>
    <w:rsid w:val="00E26FAA"/>
    <w:rsid w:val="00E336E4"/>
    <w:rsid w:val="00E341F1"/>
    <w:rsid w:val="00E53F4E"/>
    <w:rsid w:val="00E65F2B"/>
    <w:rsid w:val="00E7410F"/>
    <w:rsid w:val="00E822EF"/>
    <w:rsid w:val="00E84B40"/>
    <w:rsid w:val="00E94D56"/>
    <w:rsid w:val="00EA0B0E"/>
    <w:rsid w:val="00EB298F"/>
    <w:rsid w:val="00EB31A3"/>
    <w:rsid w:val="00EC0F55"/>
    <w:rsid w:val="00ED353C"/>
    <w:rsid w:val="00ED61F8"/>
    <w:rsid w:val="00EE1BC8"/>
    <w:rsid w:val="00EF3DBD"/>
    <w:rsid w:val="00F14AD1"/>
    <w:rsid w:val="00F16756"/>
    <w:rsid w:val="00F34A27"/>
    <w:rsid w:val="00F37394"/>
    <w:rsid w:val="00F45772"/>
    <w:rsid w:val="00F50035"/>
    <w:rsid w:val="00F50569"/>
    <w:rsid w:val="00F630A7"/>
    <w:rsid w:val="00F64483"/>
    <w:rsid w:val="00F72501"/>
    <w:rsid w:val="00F87011"/>
    <w:rsid w:val="00F91400"/>
    <w:rsid w:val="00F94826"/>
    <w:rsid w:val="00F9582A"/>
    <w:rsid w:val="00FA0D39"/>
    <w:rsid w:val="00FA51CC"/>
    <w:rsid w:val="00FB09D2"/>
    <w:rsid w:val="00FD43E9"/>
    <w:rsid w:val="00FD5D00"/>
    <w:rsid w:val="00FF511F"/>
    <w:rsid w:val="00FF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51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1D6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1D6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F355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NoSpacing">
    <w:name w:val="No Spacing"/>
    <w:uiPriority w:val="99"/>
    <w:qFormat/>
    <w:rsid w:val="00D4172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0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05B1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232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023291"/>
    <w:rPr>
      <w:sz w:val="19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023291"/>
    <w:pPr>
      <w:shd w:val="clear" w:color="auto" w:fill="FFFFFF"/>
      <w:spacing w:after="0" w:line="240" w:lineRule="atLeast"/>
      <w:jc w:val="both"/>
    </w:pPr>
    <w:rPr>
      <w:rFonts w:eastAsia="Calibri"/>
      <w:sz w:val="19"/>
      <w:szCs w:val="19"/>
    </w:rPr>
  </w:style>
  <w:style w:type="character" w:styleId="IntenseEmphasis">
    <w:name w:val="Intense Emphasis"/>
    <w:basedOn w:val="DefaultParagraphFont"/>
    <w:uiPriority w:val="99"/>
    <w:qFormat/>
    <w:rsid w:val="008D5BA9"/>
    <w:rPr>
      <w:rFonts w:cs="Times New Roman"/>
      <w:b/>
      <w:bCs/>
      <w:i/>
      <w:iCs/>
      <w:color w:val="4F81BD"/>
    </w:rPr>
  </w:style>
  <w:style w:type="character" w:styleId="Emphasis">
    <w:name w:val="Emphasis"/>
    <w:basedOn w:val="DefaultParagraphFont"/>
    <w:uiPriority w:val="99"/>
    <w:qFormat/>
    <w:rsid w:val="008D5BA9"/>
    <w:rPr>
      <w:rFonts w:cs="Times New Roman"/>
      <w:i/>
      <w:iCs/>
    </w:rPr>
  </w:style>
  <w:style w:type="paragraph" w:customStyle="1" w:styleId="2-">
    <w:name w:val="Рег. Заголовок 2-го уровня регламента"/>
    <w:basedOn w:val="ConsPlusNormal"/>
    <w:uiPriority w:val="99"/>
    <w:rsid w:val="005B1C12"/>
    <w:pPr>
      <w:widowControl/>
      <w:numPr>
        <w:numId w:val="1"/>
      </w:numPr>
      <w:adjustRightInd w:val="0"/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Normal"/>
    <w:uiPriority w:val="99"/>
    <w:rsid w:val="005B1C12"/>
    <w:pPr>
      <w:numPr>
        <w:ilvl w:val="2"/>
        <w:numId w:val="1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uiPriority w:val="99"/>
    <w:rsid w:val="005B1C12"/>
    <w:pPr>
      <w:widowControl/>
      <w:numPr>
        <w:ilvl w:val="1"/>
        <w:numId w:val="1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5B1C12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011D6F"/>
    <w:rPr>
      <w:rFonts w:cs="Times New Roman"/>
      <w:color w:val="106BBE"/>
    </w:rPr>
  </w:style>
  <w:style w:type="paragraph" w:customStyle="1" w:styleId="a0">
    <w:name w:val="Комментарий"/>
    <w:basedOn w:val="Normal"/>
    <w:next w:val="Normal"/>
    <w:uiPriority w:val="99"/>
    <w:rsid w:val="00011D6F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011D6F"/>
    <w:rPr>
      <w:i/>
      <w:iCs/>
    </w:rPr>
  </w:style>
  <w:style w:type="paragraph" w:customStyle="1" w:styleId="juscontext">
    <w:name w:val="juscontext"/>
    <w:basedOn w:val="Normal"/>
    <w:uiPriority w:val="99"/>
    <w:rsid w:val="00A96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7B73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Заголовок №2"/>
    <w:uiPriority w:val="99"/>
    <w:rsid w:val="003D3CDD"/>
    <w:rPr>
      <w:rFonts w:ascii="Times New Roman" w:hAnsi="Times New Roman"/>
      <w:spacing w:val="0"/>
      <w:sz w:val="22"/>
    </w:rPr>
  </w:style>
  <w:style w:type="character" w:customStyle="1" w:styleId="a2">
    <w:name w:val="Основной текст_"/>
    <w:link w:val="20"/>
    <w:uiPriority w:val="99"/>
    <w:locked/>
    <w:rsid w:val="003D3CDD"/>
    <w:rPr>
      <w:rFonts w:ascii="Times New Roman" w:hAnsi="Times New Roman"/>
      <w:sz w:val="23"/>
      <w:shd w:val="clear" w:color="auto" w:fill="FFFFFF"/>
    </w:rPr>
  </w:style>
  <w:style w:type="character" w:customStyle="1" w:styleId="1">
    <w:name w:val="Основной текст1"/>
    <w:uiPriority w:val="99"/>
    <w:rsid w:val="003D3CDD"/>
  </w:style>
  <w:style w:type="character" w:customStyle="1" w:styleId="1pt">
    <w:name w:val="Основной текст + Интервал 1 pt"/>
    <w:uiPriority w:val="99"/>
    <w:rsid w:val="003D3CDD"/>
    <w:rPr>
      <w:rFonts w:ascii="Times New Roman" w:hAnsi="Times New Roman"/>
      <w:spacing w:val="30"/>
      <w:sz w:val="23"/>
      <w:shd w:val="clear" w:color="auto" w:fill="FFFFFF"/>
    </w:rPr>
  </w:style>
  <w:style w:type="character" w:customStyle="1" w:styleId="a3">
    <w:name w:val="Основной текст + Курсив"/>
    <w:uiPriority w:val="99"/>
    <w:rsid w:val="003D3CDD"/>
    <w:rPr>
      <w:rFonts w:ascii="Times New Roman" w:hAnsi="Times New Roman"/>
      <w:i/>
      <w:sz w:val="23"/>
      <w:shd w:val="clear" w:color="auto" w:fill="FFFFFF"/>
    </w:rPr>
  </w:style>
  <w:style w:type="paragraph" w:customStyle="1" w:styleId="20">
    <w:name w:val="Основной текст2"/>
    <w:basedOn w:val="Normal"/>
    <w:link w:val="a2"/>
    <w:uiPriority w:val="99"/>
    <w:rsid w:val="003D3CDD"/>
    <w:pPr>
      <w:shd w:val="clear" w:color="auto" w:fill="FFFFFF"/>
      <w:spacing w:before="240" w:after="240" w:line="259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7">
    <w:name w:val="Основной текст (7)_"/>
    <w:link w:val="70"/>
    <w:uiPriority w:val="99"/>
    <w:locked/>
    <w:rsid w:val="003D3CDD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3D3CDD"/>
    <w:pPr>
      <w:shd w:val="clear" w:color="auto" w:fill="FFFFFF"/>
      <w:spacing w:before="240" w:after="240" w:line="317" w:lineRule="exact"/>
      <w:jc w:val="center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A161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A3D2E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ext1cl">
    <w:name w:val="text1cl"/>
    <w:basedOn w:val="Normal"/>
    <w:uiPriority w:val="99"/>
    <w:rsid w:val="00CA3D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basedOn w:val="Normal"/>
    <w:uiPriority w:val="99"/>
    <w:rsid w:val="000A51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71">
    <w:name w:val="Сетка таблицы7"/>
    <w:uiPriority w:val="99"/>
    <w:rsid w:val="0032539F"/>
    <w:rPr>
      <w:rFonts w:ascii="Times New Roman" w:eastAsia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0">
    <w:name w:val="ConsNormal"/>
    <w:uiPriority w:val="99"/>
    <w:rsid w:val="0032539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0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403</TotalTime>
  <Pages>2</Pages>
  <Words>351</Words>
  <Characters>2002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Пряникова_Н_С</cp:lastModifiedBy>
  <cp:revision>26</cp:revision>
  <cp:lastPrinted>2019-11-01T07:12:00Z</cp:lastPrinted>
  <dcterms:created xsi:type="dcterms:W3CDTF">2019-10-09T14:22:00Z</dcterms:created>
  <dcterms:modified xsi:type="dcterms:W3CDTF">2019-11-12T08:36:00Z</dcterms:modified>
</cp:coreProperties>
</file>